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6146FE64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B3608F">
        <w:rPr>
          <w:rStyle w:val="Strong"/>
          <w:rFonts w:asciiTheme="minorHAnsi" w:hAnsiTheme="minorHAnsi" w:cstheme="minorHAnsi"/>
          <w:lang w:val="en-GB"/>
        </w:rPr>
        <w:t>15-G008-22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021E4E3B" w:rsidR="00C44890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1D649135" w14:textId="6DE8DCDB" w:rsidR="006D3DFA" w:rsidRPr="006D3DFA" w:rsidRDefault="006D3DFA" w:rsidP="006D3DFA">
      <w:pPr>
        <w:rPr>
          <w:lang w:val="en-GB"/>
        </w:rPr>
      </w:pPr>
    </w:p>
    <w:p w14:paraId="3E6BBCE8" w14:textId="2844318F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3FF6224A" w:rsidR="00C44890" w:rsidRPr="00492684" w:rsidRDefault="006D3DFA" w:rsidP="00C44890">
      <w:pPr>
        <w:rPr>
          <w:lang w:val="en-GB"/>
        </w:rPr>
      </w:pPr>
      <w:r>
        <w:rPr>
          <w:lang w:val="en-GB"/>
        </w:rPr>
        <w:t xml:space="preserve">The Revolving Fund is a new project for Nikunau which aims to reduce the hardship to order materials from the remote capital of Tarawa.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50A199C6" w:rsidR="00C44890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62951F43" w14:textId="2B17CD7B" w:rsidR="00B12852" w:rsidRPr="00492684" w:rsidRDefault="00B12852" w:rsidP="00C44890">
      <w:pPr>
        <w:rPr>
          <w:lang w:val="en-GB"/>
        </w:rPr>
      </w:pPr>
      <w:r>
        <w:rPr>
          <w:lang w:val="en-GB"/>
        </w:rPr>
        <w:t>Per detailed table hereunder.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36A77A26" w:rsidR="00C44890" w:rsidRPr="00492684" w:rsidRDefault="00B12852" w:rsidP="00C44890">
      <w:pPr>
        <w:rPr>
          <w:lang w:val="en-GB"/>
        </w:rPr>
      </w:pPr>
      <w:r>
        <w:rPr>
          <w:highlight w:val="yellow"/>
          <w:lang w:val="en-GB"/>
        </w:rPr>
        <w:t>NIL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487C1B08" w:rsidR="00C44890" w:rsidRPr="00492684" w:rsidRDefault="000433E8" w:rsidP="00C44890">
      <w:pPr>
        <w:rPr>
          <w:lang w:val="en-GB"/>
        </w:rPr>
      </w:pPr>
      <w:r>
        <w:rPr>
          <w:lang w:val="en-GB"/>
        </w:rPr>
        <w:t>3 weeks.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3800"/>
        <w:gridCol w:w="1700"/>
        <w:gridCol w:w="1720"/>
        <w:gridCol w:w="1360"/>
      </w:tblGrid>
      <w:tr w:rsidR="00B3608F" w:rsidRPr="00F52D55" w14:paraId="384EB399" w14:textId="77777777" w:rsidTr="0099660A">
        <w:trPr>
          <w:trHeight w:val="300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2B2B6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Fishing Gears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E96ED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Quantity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105BF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Price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666B2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Amount</w:t>
            </w:r>
          </w:p>
        </w:tc>
      </w:tr>
      <w:tr w:rsidR="00B3608F" w:rsidRPr="00F52D55" w14:paraId="4EE05157" w14:textId="77777777" w:rsidTr="0099660A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E4CD504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OVAL LEAD,25GRAM × 6MM Hole.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4CB87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850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0C20C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1358D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43618952" w14:textId="77777777" w:rsidTr="0099660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D5EC2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8FE62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E17F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B48F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B3608F" w:rsidRPr="00F52D55" w14:paraId="6E7C1E0C" w14:textId="77777777" w:rsidTr="0099660A">
        <w:trPr>
          <w:trHeight w:val="6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DF18C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NYLON FISHING NET – C. WHITE COLOR D/K,D/W,DSTB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84AC5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94947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CD6DF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2EBBE011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9A7EC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#0.47MM × 2-1/2”ST × 30MD × 100MTRS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BE26C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A3356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02583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19D17F6E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BEF8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#0.62MM × 3”ST × 30MD × 100MTRS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E2548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9184A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5C69F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3927D5C1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2653F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#0.65MM × 3-1/2”ST 25MD 100MTRS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E3E5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DC95E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2FAAE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5D963F6E" w14:textId="77777777" w:rsidTr="0099660A">
        <w:trPr>
          <w:trHeight w:val="6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0205C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KIRBY SEA HOOK,#2330 RINGED,TINNED,100PCS/BAG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63BB1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CE013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D0C86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707FEFFA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C3520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087B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34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53A30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25AB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01DF5F93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6485F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35CC6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ADFF1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DC306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2D80064D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4C30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1B9B6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E57A8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58805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4F0911BC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E93B0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48700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BF074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469BC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19E8DEFF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A3B3B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F096A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9368B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E6942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2F38F823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FA432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AD78B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34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BF757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CAA96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3FEAE8A6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420AC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63BAD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34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C49D8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9AFD2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724A9928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C0E95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841A5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34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36C7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2FFB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607EEFBC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27FBB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lastRenderedPageBreak/>
              <w:t>SIZE 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E780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FE6AC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15821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7B0CBB06" w14:textId="77777777" w:rsidTr="0099660A">
        <w:trPr>
          <w:trHeight w:val="6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FE1FB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DOUBLE IP ROUND HOOK,#7897DT PACKING: 50PCS/BAG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D1620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6AF75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5D4AC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087C8AB4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FCEA4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2DFE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C1687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92E27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467D4726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1CAAC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F38F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4B54D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C2AA8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46410C7A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F47A8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CE37A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FAB4B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B2C58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55119C50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7C5C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BFAC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0F2B1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B3588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7934F2A7" w14:textId="77777777" w:rsidTr="0099660A">
        <w:trPr>
          <w:trHeight w:val="6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69749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TUNA CIRCLD HOOK,#39960D RINGED, TINNED, 50PCS/BAGS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6866A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F6181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C7944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4ABAB314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DF69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9/0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0AAF7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BAE42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8DC5E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0D09215B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4D131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11/0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A3737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520E7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C3BA5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1BA909FE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14F90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12/0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6274B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E5C3D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54A87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68D0D01C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10CF2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14/0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A782E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15581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9F2B4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0F565521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CB184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OCTOPUS(SQUID LURES)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2EBA6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6F8D9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589DB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595DF7BD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C79CD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3.5”- SINGLE – RED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9A1C3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F8C15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DDE18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54BD3C5F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5F045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5.5”DOUBLE(PINK/WHITE)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F3C0A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3594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768D3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6E288573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DA8E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SIZE 7.5” DOUBLE (BLUE/WHITE)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A75D0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B30F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02217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47C2A375" w14:textId="77777777" w:rsidTr="0099660A">
        <w:trPr>
          <w:trHeight w:val="9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4765A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NYLON MONOFILAMENT LINE – CLEAR WHITE PACKING :500MTRS.(100MTRS × 5 CONNECTED/HANK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31FD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381D6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8E129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02DD245E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596E0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15LBS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9BAE9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44493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7A3A1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0F107F49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8EB8F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20LBS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1BCBE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2B63E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62D9C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2638288B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FBD2F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25LBS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96740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ADE69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34C05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291544E9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83656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30LBS ×500M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952EA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EB465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B7B48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0C45ECAC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16AA0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35LBS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436A5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2C76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38083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3ADD0546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5361B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40LBS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9AFC9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95CCE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A19D0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13CD56BF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0178F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 50LBS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4AD95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3DE6F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90FBA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00FDB83A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5A0BF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60LBS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4A48A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92437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F22FB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48EF2BA0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12FA9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80LBS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E2EC6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5591A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823B9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2B3E361A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748A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95LBS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89CAF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FDB84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506AE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49C2E544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E44B6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110LBS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EB59D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A040E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A5384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2EEA3D63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23446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120LBS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C41B7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1CC9D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399A6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07E07570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1CEC3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140LBS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5F9D6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E6F45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F6C73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30ED50EE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5EE54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180LBS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DF8A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06E81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BF547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5313F2A1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678E9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200LBS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950E7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B6B4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ACE29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021F1E99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FEE5E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220LBS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86ADB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8442D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C4C7C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  <w:tr w:rsidR="00B3608F" w:rsidRPr="00F52D55" w14:paraId="3727DFE0" w14:textId="77777777" w:rsidTr="0099660A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5761F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TEST 250LBS × 500M / HANK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1795A" w14:textId="77777777" w:rsidR="00B3608F" w:rsidRPr="00F52D55" w:rsidRDefault="00B3608F" w:rsidP="0099660A">
            <w:pPr>
              <w:spacing w:befor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94671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0213C" w14:textId="77777777" w:rsidR="00B3608F" w:rsidRPr="00F52D55" w:rsidRDefault="00B3608F" w:rsidP="0099660A">
            <w:pPr>
              <w:spacing w:before="0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F52D5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</w:tr>
    </w:tbl>
    <w:p w14:paraId="67D3B075" w14:textId="3AB9BA73" w:rsidR="00C44890" w:rsidRPr="00B3608F" w:rsidRDefault="00C44890" w:rsidP="00C44890">
      <w:pPr>
        <w:rPr>
          <w:i/>
          <w:iCs/>
          <w:lang w:val="en-GB"/>
        </w:rPr>
      </w:pPr>
    </w:p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054F3" w14:textId="77777777" w:rsidR="00422BFE" w:rsidRDefault="00422BFE">
      <w:r>
        <w:separator/>
      </w:r>
    </w:p>
  </w:endnote>
  <w:endnote w:type="continuationSeparator" w:id="0">
    <w:p w14:paraId="051FE4F9" w14:textId="77777777" w:rsidR="00422BFE" w:rsidRDefault="00422BFE">
      <w:r>
        <w:continuationSeparator/>
      </w:r>
    </w:p>
  </w:endnote>
  <w:endnote w:type="continuationNotice" w:id="1">
    <w:p w14:paraId="16E69518" w14:textId="77777777" w:rsidR="00422BFE" w:rsidRDefault="00422B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5327" w14:textId="77777777" w:rsidR="002379D5" w:rsidRDefault="002379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B9A1CBB" w:rsidR="00B12852" w:rsidRDefault="00B12852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80054" w:rsidRPr="00380054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80054" w:rsidRPr="00380054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13CE0F22" w:rsidR="00B12852" w:rsidRDefault="00B12852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379D5">
      <w:rPr>
        <w:noProof/>
      </w:rPr>
      <w:t>2022-10-10</w:t>
    </w:r>
    <w:r>
      <w:fldChar w:fldCharType="end"/>
    </w:r>
  </w:p>
  <w:p w14:paraId="4C7E2131" w14:textId="77777777" w:rsidR="00B12852" w:rsidRDefault="00B1285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74974" w14:textId="77777777" w:rsidR="002379D5" w:rsidRDefault="002379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6EB7" w14:textId="77777777" w:rsidR="00422BFE" w:rsidRDefault="00422BFE">
      <w:r>
        <w:separator/>
      </w:r>
    </w:p>
  </w:footnote>
  <w:footnote w:type="continuationSeparator" w:id="0">
    <w:p w14:paraId="7A6F1738" w14:textId="77777777" w:rsidR="00422BFE" w:rsidRDefault="00422BFE">
      <w:r>
        <w:continuationSeparator/>
      </w:r>
    </w:p>
  </w:footnote>
  <w:footnote w:type="continuationNotice" w:id="1">
    <w:p w14:paraId="6C7D54FB" w14:textId="77777777" w:rsidR="00422BFE" w:rsidRDefault="00422B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807FF" w14:textId="77777777" w:rsidR="002379D5" w:rsidRDefault="002379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0BFDA0E" w:rsidR="00B12852" w:rsidRPr="00FF7B55" w:rsidRDefault="00B12852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A72E2" w14:textId="77777777" w:rsidR="002379D5" w:rsidRDefault="002379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1square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2dash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3opensquare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5number1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611990">
    <w:abstractNumId w:val="1"/>
  </w:num>
  <w:num w:numId="2" w16cid:durableId="1856773085">
    <w:abstractNumId w:val="13"/>
  </w:num>
  <w:num w:numId="3" w16cid:durableId="1274902791">
    <w:abstractNumId w:val="14"/>
  </w:num>
  <w:num w:numId="4" w16cid:durableId="1755586422">
    <w:abstractNumId w:val="5"/>
  </w:num>
  <w:num w:numId="5" w16cid:durableId="1492788761">
    <w:abstractNumId w:val="4"/>
  </w:num>
  <w:num w:numId="6" w16cid:durableId="226960672">
    <w:abstractNumId w:val="9"/>
  </w:num>
  <w:num w:numId="7" w16cid:durableId="1102607269">
    <w:abstractNumId w:val="6"/>
  </w:num>
  <w:num w:numId="8" w16cid:durableId="1517842910">
    <w:abstractNumId w:val="11"/>
  </w:num>
  <w:num w:numId="9" w16cid:durableId="665593275">
    <w:abstractNumId w:val="0"/>
  </w:num>
  <w:num w:numId="10" w16cid:durableId="1812399430">
    <w:abstractNumId w:val="10"/>
  </w:num>
  <w:num w:numId="11" w16cid:durableId="1605766164">
    <w:abstractNumId w:val="2"/>
  </w:num>
  <w:num w:numId="12" w16cid:durableId="339548427">
    <w:abstractNumId w:val="8"/>
  </w:num>
  <w:num w:numId="13" w16cid:durableId="48506469">
    <w:abstractNumId w:val="12"/>
  </w:num>
  <w:num w:numId="14" w16cid:durableId="300504331">
    <w:abstractNumId w:val="3"/>
  </w:num>
  <w:num w:numId="15" w16cid:durableId="91902615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3E8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6E8B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9D5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054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2BFE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48A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37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3AC"/>
    <w:rsid w:val="006D1F42"/>
    <w:rsid w:val="006D1F97"/>
    <w:rsid w:val="006D33C7"/>
    <w:rsid w:val="006D34C4"/>
    <w:rsid w:val="006D3DFA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AA0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780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852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608F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67DB0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1B9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FF8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0916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2925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BankNormal">
    <w:name w:val="BankNormal"/>
    <w:basedOn w:val="Normal"/>
    <w:rsid w:val="001243D1"/>
    <w:pPr>
      <w:spacing w:after="240"/>
    </w:pPr>
  </w:style>
  <w:style w:type="character" w:customStyle="1" w:styleId="Heading5Char">
    <w:name w:val="Heading 5 Char"/>
    <w:link w:val="Heading5"/>
    <w:rsid w:val="002E56DE"/>
    <w:rPr>
      <w:sz w:val="24"/>
    </w:r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uiPriority w:val="99"/>
    <w:rsid w:val="00D975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tabs>
        <w:tab w:val="num" w:pos="646"/>
      </w:tabs>
      <w:spacing w:after="120"/>
      <w:ind w:left="646" w:hanging="289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tabs>
        <w:tab w:val="num" w:pos="924"/>
      </w:tabs>
      <w:spacing w:after="120"/>
      <w:ind w:left="924" w:hanging="278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tabs>
        <w:tab w:val="num" w:pos="1213"/>
      </w:tabs>
      <w:spacing w:after="120"/>
      <w:ind w:left="1213" w:hanging="289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524443-8402-44E5-BBDB-FB0B3C0413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1887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7</cp:revision>
  <cp:lastPrinted>2013-10-18T08:32:00Z</cp:lastPrinted>
  <dcterms:created xsi:type="dcterms:W3CDTF">2022-04-12T21:53:00Z</dcterms:created>
  <dcterms:modified xsi:type="dcterms:W3CDTF">2022-10-09T23:31:00Z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